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887" w:rsidRDefault="00F13887" w:rsidP="00B83BEC">
      <w:pPr>
        <w:pStyle w:val="BodyText2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Załącznik nr 7 do SIWZ</w:t>
      </w:r>
    </w:p>
    <w:p w:rsidR="00F13887" w:rsidRPr="00B83BEC" w:rsidRDefault="00F13887" w:rsidP="00B83BEC">
      <w:pPr>
        <w:pStyle w:val="BodyText2"/>
        <w:spacing w:line="360" w:lineRule="auto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t>Znak: GZOS.251.2</w:t>
      </w:r>
      <w:r w:rsidRPr="00B83BEC">
        <w:rPr>
          <w:rFonts w:ascii="Times New Roman" w:hAnsi="Times New Roman" w:cs="Times New Roman"/>
        </w:rPr>
        <w:t>.2017</w:t>
      </w:r>
    </w:p>
    <w:p w:rsidR="00F13887" w:rsidRPr="00B83BEC" w:rsidRDefault="00F13887" w:rsidP="00D1414E">
      <w:pPr>
        <w:spacing w:after="0" w:line="240" w:lineRule="auto"/>
        <w:rPr>
          <w:rFonts w:ascii="Times New Roman" w:hAnsi="Times New Roman" w:cs="Times New Roman"/>
        </w:rPr>
      </w:pPr>
    </w:p>
    <w:p w:rsidR="00F13887" w:rsidRPr="00B83BEC" w:rsidRDefault="00F13887" w:rsidP="00D1414E">
      <w:pPr>
        <w:spacing w:after="0" w:line="240" w:lineRule="auto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t xml:space="preserve">Nazwa zamówienia: </w:t>
      </w:r>
    </w:p>
    <w:p w:rsidR="00F13887" w:rsidRDefault="00F13887" w:rsidP="00025525">
      <w:pPr>
        <w:tabs>
          <w:tab w:val="num" w:pos="426"/>
        </w:tabs>
        <w:spacing w:after="0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2C1B06">
        <w:rPr>
          <w:rFonts w:ascii="Times New Roman" w:hAnsi="Times New Roman" w:cs="Times New Roman"/>
          <w:b/>
          <w:bCs/>
        </w:rPr>
        <w:t>„Dowożenie uczniów</w:t>
      </w:r>
      <w:r w:rsidRPr="002C1B0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niepełnosprawnych do Ośrodka Szkolno-Wychowawczego                                   w Karczmiskach</w:t>
      </w:r>
      <w:r w:rsidRPr="002C1B06">
        <w:rPr>
          <w:rFonts w:ascii="Times New Roman" w:hAnsi="Times New Roman" w:cs="Times New Roman"/>
          <w:b/>
          <w:bCs/>
        </w:rPr>
        <w:t xml:space="preserve"> w roku szkolnym 2017/2018</w:t>
      </w:r>
    </w:p>
    <w:p w:rsidR="00F13887" w:rsidRPr="002C1B06" w:rsidRDefault="00F13887" w:rsidP="00025525">
      <w:pPr>
        <w:tabs>
          <w:tab w:val="num" w:pos="426"/>
        </w:tabs>
        <w:spacing w:after="0"/>
        <w:ind w:left="425" w:hanging="425"/>
        <w:jc w:val="center"/>
        <w:rPr>
          <w:rFonts w:ascii="Times New Roman" w:hAnsi="Times New Roman" w:cs="Times New Roman"/>
          <w:b/>
          <w:bCs/>
        </w:rPr>
      </w:pPr>
      <w:r w:rsidRPr="002C1B06">
        <w:rPr>
          <w:rFonts w:ascii="Times New Roman" w:hAnsi="Times New Roman" w:cs="Times New Roman"/>
          <w:b/>
          <w:bCs/>
        </w:rPr>
        <w:t>wraz z zapewnieniem opieki w czasie przewozu”</w:t>
      </w:r>
    </w:p>
    <w:p w:rsidR="00F13887" w:rsidRPr="002C1B06" w:rsidRDefault="00F13887" w:rsidP="00D1414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F13887" w:rsidRPr="00B83BEC" w:rsidRDefault="00F13887" w:rsidP="00D1414E">
      <w:pPr>
        <w:tabs>
          <w:tab w:val="left" w:pos="360"/>
        </w:tabs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</w:r>
      <w:r w:rsidRPr="00B83BEC">
        <w:rPr>
          <w:rFonts w:ascii="Times New Roman" w:hAnsi="Times New Roman" w:cs="Times New Roman"/>
          <w:b/>
          <w:bCs/>
        </w:rPr>
        <w:tab/>
        <w:t>ZAMAWIAJĄCY:</w:t>
      </w:r>
    </w:p>
    <w:p w:rsidR="00F13887" w:rsidRPr="00B83BEC" w:rsidRDefault="00F13887" w:rsidP="00D1414E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Gminny Zespół Obsługi Szkół</w:t>
      </w:r>
    </w:p>
    <w:p w:rsidR="00F13887" w:rsidRPr="00B83BEC" w:rsidRDefault="00F13887" w:rsidP="00D1414E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Łaziska 76</w:t>
      </w:r>
    </w:p>
    <w:p w:rsidR="00F13887" w:rsidRPr="00DB5721" w:rsidRDefault="00F13887" w:rsidP="00DB5721">
      <w:pPr>
        <w:spacing w:after="0" w:line="240" w:lineRule="auto"/>
        <w:ind w:left="4956" w:firstLine="708"/>
        <w:rPr>
          <w:rFonts w:ascii="Times New Roman" w:hAnsi="Times New Roman" w:cs="Times New Roman"/>
          <w:b/>
          <w:bCs/>
        </w:rPr>
      </w:pPr>
      <w:r w:rsidRPr="00B83BEC">
        <w:t xml:space="preserve">24-335 Łaziska </w:t>
      </w:r>
    </w:p>
    <w:p w:rsidR="00F13887" w:rsidRPr="00B83BEC" w:rsidRDefault="00F13887" w:rsidP="00D1414E">
      <w:pPr>
        <w:pStyle w:val="BodyText2"/>
        <w:suppressAutoHyphens w:val="0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WYKONAWCA:</w:t>
      </w:r>
    </w:p>
    <w:p w:rsidR="00F13887" w:rsidRPr="00B83BEC" w:rsidRDefault="00F13887" w:rsidP="00D1414E">
      <w:pPr>
        <w:widowControl w:val="0"/>
        <w:tabs>
          <w:tab w:val="left" w:pos="5040"/>
        </w:tabs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Nazwa: ....................................................................................................................................................................</w:t>
      </w:r>
    </w:p>
    <w:p w:rsidR="00F13887" w:rsidRPr="00B83BEC" w:rsidRDefault="00F13887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Adres: ....................................................................................................................................................................</w:t>
      </w:r>
    </w:p>
    <w:p w:rsidR="00F13887" w:rsidRPr="00B83BEC" w:rsidRDefault="00F13887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Nr telefonu: ...............................................................   Nr faksu: ..............................................................</w:t>
      </w:r>
    </w:p>
    <w:p w:rsidR="00F13887" w:rsidRPr="00B83BEC" w:rsidRDefault="00F13887" w:rsidP="00D1414E">
      <w:pPr>
        <w:widowControl w:val="0"/>
        <w:spacing w:after="0" w:line="360" w:lineRule="auto"/>
        <w:rPr>
          <w:rFonts w:ascii="Times New Roman" w:hAnsi="Times New Roman" w:cs="Times New Roman"/>
          <w:i/>
          <w:iCs/>
          <w:snapToGrid w:val="0"/>
          <w:color w:val="000000"/>
        </w:rPr>
      </w:pPr>
      <w:r w:rsidRPr="00B83BEC">
        <w:rPr>
          <w:rFonts w:ascii="Times New Roman" w:hAnsi="Times New Roman" w:cs="Times New Roman"/>
          <w:i/>
          <w:iCs/>
          <w:snapToGrid w:val="0"/>
          <w:color w:val="000000"/>
        </w:rPr>
        <w:t>Adres poczty elektronicznej: ………………………………………….…………..…...........</w:t>
      </w:r>
    </w:p>
    <w:p w:rsidR="00F13887" w:rsidRPr="00B83BEC" w:rsidRDefault="00F13887" w:rsidP="00D1414E">
      <w:pPr>
        <w:numPr>
          <w:ilvl w:val="12"/>
          <w:numId w:val="0"/>
        </w:numPr>
        <w:jc w:val="center"/>
        <w:rPr>
          <w:rFonts w:ascii="Times New Roman" w:hAnsi="Times New Roman" w:cs="Times New Roman"/>
          <w:b/>
          <w:bCs/>
        </w:rPr>
      </w:pPr>
    </w:p>
    <w:p w:rsidR="00F13887" w:rsidRPr="00B83BEC" w:rsidRDefault="00F13887" w:rsidP="00D1414E">
      <w:pPr>
        <w:numPr>
          <w:ilvl w:val="12"/>
          <w:numId w:val="0"/>
        </w:numPr>
        <w:jc w:val="center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  <w:b/>
          <w:bCs/>
        </w:rPr>
        <w:t>OŚWIADCZAM, ŻE:</w:t>
      </w:r>
    </w:p>
    <w:p w:rsidR="00F13887" w:rsidRPr="00B83BEC" w:rsidRDefault="00F13887" w:rsidP="00D1414E">
      <w:pPr>
        <w:tabs>
          <w:tab w:val="left" w:pos="4032"/>
        </w:tabs>
        <w:jc w:val="both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sym w:font="Symbol" w:char="F02A"/>
      </w:r>
      <w:r w:rsidRPr="00B83BEC">
        <w:rPr>
          <w:rFonts w:ascii="Times New Roman" w:hAnsi="Times New Roman" w:cs="Times New Roman"/>
        </w:rPr>
        <w:t>nie należę do grupy kapitałowej, o której mowa w 24 ust. 1 pkt 23 ustawy Pzp</w:t>
      </w:r>
    </w:p>
    <w:p w:rsidR="00F13887" w:rsidRPr="00B83BEC" w:rsidRDefault="00F13887" w:rsidP="00D1414E">
      <w:pPr>
        <w:tabs>
          <w:tab w:val="left" w:pos="4032"/>
        </w:tabs>
        <w:ind w:left="142" w:hanging="142"/>
        <w:jc w:val="both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sym w:font="Symbol" w:char="F02A"/>
      </w:r>
      <w:r w:rsidRPr="00B83BEC">
        <w:rPr>
          <w:rFonts w:ascii="Times New Roman" w:hAnsi="Times New Roman" w:cs="Times New Roman"/>
        </w:rPr>
        <w:t xml:space="preserve">należę do tej samej grupy kapitałowej, o której mowa w 24 ust. 1 pkt 23 ustawy Pzp </w:t>
      </w:r>
      <w:r w:rsidRPr="00B83BEC">
        <w:rPr>
          <w:rFonts w:ascii="Times New Roman" w:hAnsi="Times New Roman" w:cs="Times New Roman"/>
        </w:rPr>
        <w:br/>
        <w:t>w skład, której wchodzą następujące podmioty: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0"/>
        <w:gridCol w:w="4216"/>
        <w:gridCol w:w="4426"/>
      </w:tblGrid>
      <w:tr w:rsidR="00F13887" w:rsidRPr="00B83BEC">
        <w:tc>
          <w:tcPr>
            <w:tcW w:w="570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216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426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Siedziba</w:t>
            </w:r>
          </w:p>
        </w:tc>
      </w:tr>
      <w:tr w:rsidR="00F13887" w:rsidRPr="00B83BEC">
        <w:tc>
          <w:tcPr>
            <w:tcW w:w="570" w:type="dxa"/>
          </w:tcPr>
          <w:p w:rsidR="00F13887" w:rsidRPr="00B83BEC" w:rsidRDefault="00F13887" w:rsidP="005371AD">
            <w:pPr>
              <w:numPr>
                <w:ilvl w:val="0"/>
                <w:numId w:val="5"/>
              </w:numPr>
              <w:tabs>
                <w:tab w:val="left" w:pos="40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6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3887" w:rsidRPr="00B83BEC">
        <w:tc>
          <w:tcPr>
            <w:tcW w:w="570" w:type="dxa"/>
          </w:tcPr>
          <w:p w:rsidR="00F13887" w:rsidRPr="00B83BEC" w:rsidRDefault="00F13887" w:rsidP="005371AD">
            <w:pPr>
              <w:numPr>
                <w:ilvl w:val="0"/>
                <w:numId w:val="5"/>
              </w:numPr>
              <w:tabs>
                <w:tab w:val="left" w:pos="4032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16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13887" w:rsidRPr="00B83BEC">
        <w:tc>
          <w:tcPr>
            <w:tcW w:w="570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83BEC">
              <w:rPr>
                <w:rFonts w:ascii="Times New Roman" w:hAnsi="Times New Roman" w:cs="Times New Roman"/>
                <w:b/>
                <w:bCs/>
              </w:rPr>
              <w:t>....</w:t>
            </w:r>
          </w:p>
        </w:tc>
        <w:tc>
          <w:tcPr>
            <w:tcW w:w="4216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426" w:type="dxa"/>
          </w:tcPr>
          <w:p w:rsidR="00F13887" w:rsidRPr="00B83BEC" w:rsidRDefault="00F13887" w:rsidP="005371AD">
            <w:pPr>
              <w:tabs>
                <w:tab w:val="left" w:pos="4032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13887" w:rsidRPr="00B83BEC" w:rsidRDefault="00F13887" w:rsidP="00D1414E">
      <w:pPr>
        <w:ind w:left="4956"/>
        <w:jc w:val="both"/>
        <w:rPr>
          <w:rFonts w:ascii="Times New Roman" w:hAnsi="Times New Roman" w:cs="Times New Roman"/>
          <w:b/>
          <w:bCs/>
        </w:rPr>
      </w:pPr>
    </w:p>
    <w:p w:rsidR="00F13887" w:rsidRPr="00B83BEC" w:rsidRDefault="00F13887" w:rsidP="00D1414E">
      <w:pPr>
        <w:ind w:left="4956"/>
        <w:jc w:val="both"/>
        <w:rPr>
          <w:rFonts w:ascii="Times New Roman" w:hAnsi="Times New Roman" w:cs="Times New Roman"/>
          <w:b/>
          <w:bCs/>
        </w:rPr>
      </w:pPr>
    </w:p>
    <w:p w:rsidR="00F13887" w:rsidRPr="00B83BEC" w:rsidRDefault="00F13887" w:rsidP="003163F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83BEC">
        <w:rPr>
          <w:rFonts w:ascii="Times New Roman" w:hAnsi="Times New Roman" w:cs="Times New Roman"/>
          <w:b/>
          <w:bCs/>
        </w:rPr>
        <w:t>…………………………………………</w:t>
      </w:r>
    </w:p>
    <w:p w:rsidR="00F13887" w:rsidRPr="00B83BEC" w:rsidRDefault="00F13887" w:rsidP="003163FD">
      <w:pPr>
        <w:jc w:val="both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>Miejscowość, data</w:t>
      </w:r>
    </w:p>
    <w:p w:rsidR="00F13887" w:rsidRPr="00B83BEC" w:rsidRDefault="00F13887" w:rsidP="00D1414E">
      <w:pPr>
        <w:spacing w:after="0" w:line="240" w:lineRule="auto"/>
        <w:ind w:left="2124" w:firstLine="1987"/>
        <w:jc w:val="center"/>
        <w:rPr>
          <w:rFonts w:ascii="Times New Roman" w:hAnsi="Times New Roman" w:cs="Times New Roman"/>
        </w:rPr>
      </w:pPr>
      <w:r w:rsidRPr="00B83BEC">
        <w:rPr>
          <w:rFonts w:ascii="Times New Roman" w:hAnsi="Times New Roman" w:cs="Times New Roman"/>
        </w:rPr>
        <w:t>..............................................................................</w:t>
      </w:r>
    </w:p>
    <w:p w:rsidR="00F13887" w:rsidRPr="00B83BEC" w:rsidRDefault="00F13887" w:rsidP="00D1414E">
      <w:pPr>
        <w:spacing w:after="0" w:line="240" w:lineRule="auto"/>
        <w:ind w:left="4395" w:right="-1"/>
        <w:jc w:val="center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>Pieczęć i podpis upoważnionego</w:t>
      </w:r>
    </w:p>
    <w:p w:rsidR="00F13887" w:rsidRPr="00B83BEC" w:rsidRDefault="00F13887" w:rsidP="00D1414E">
      <w:pPr>
        <w:spacing w:after="0" w:line="240" w:lineRule="auto"/>
        <w:ind w:left="4395" w:right="-1"/>
        <w:jc w:val="center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  <w:i/>
          <w:iCs/>
        </w:rPr>
        <w:t xml:space="preserve"> przedstawiciela Wykonawcy</w:t>
      </w:r>
    </w:p>
    <w:p w:rsidR="00F13887" w:rsidRPr="00B83BEC" w:rsidRDefault="00F13887" w:rsidP="003163FD">
      <w:pPr>
        <w:pStyle w:val="FootnoteText"/>
        <w:rPr>
          <w:rFonts w:ascii="Times New Roman" w:hAnsi="Times New Roman" w:cs="Times New Roman"/>
          <w:i/>
          <w:iCs/>
        </w:rPr>
      </w:pPr>
      <w:r w:rsidRPr="00B83BEC">
        <w:rPr>
          <w:rFonts w:ascii="Times New Roman" w:hAnsi="Times New Roman" w:cs="Times New Roman"/>
        </w:rPr>
        <w:t>* Niepotrzebne skreślić</w:t>
      </w:r>
    </w:p>
    <w:sectPr w:rsidR="00F13887" w:rsidRPr="00B83BEC" w:rsidSect="0005026F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1A36"/>
    <w:multiLevelType w:val="hybridMultilevel"/>
    <w:tmpl w:val="F11ED01E"/>
    <w:lvl w:ilvl="0" w:tplc="E88856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1B0E"/>
    <w:multiLevelType w:val="hybridMultilevel"/>
    <w:tmpl w:val="2A1A8BA2"/>
    <w:lvl w:ilvl="0" w:tplc="6FC8E08E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41261"/>
    <w:multiLevelType w:val="hybridMultilevel"/>
    <w:tmpl w:val="B508861E"/>
    <w:lvl w:ilvl="0" w:tplc="B20E3A5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bCs/>
        <w:dstrike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23295B"/>
    <w:multiLevelType w:val="hybridMultilevel"/>
    <w:tmpl w:val="9474AC54"/>
    <w:lvl w:ilvl="0" w:tplc="C1929EB6">
      <w:start w:val="1"/>
      <w:numFmt w:val="decimal"/>
      <w:lvlText w:val="%1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1B637B"/>
    <w:multiLevelType w:val="hybridMultilevel"/>
    <w:tmpl w:val="93AA6AC2"/>
    <w:lvl w:ilvl="0" w:tplc="1BD05C86">
      <w:start w:val="2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1002"/>
    <w:rsid w:val="000104FF"/>
    <w:rsid w:val="00025525"/>
    <w:rsid w:val="00035814"/>
    <w:rsid w:val="0005026F"/>
    <w:rsid w:val="00071686"/>
    <w:rsid w:val="00105A53"/>
    <w:rsid w:val="00121364"/>
    <w:rsid w:val="00121A4C"/>
    <w:rsid w:val="001925C2"/>
    <w:rsid w:val="001A2BD3"/>
    <w:rsid w:val="001C497D"/>
    <w:rsid w:val="001D0F52"/>
    <w:rsid w:val="00283E5F"/>
    <w:rsid w:val="00287639"/>
    <w:rsid w:val="002B1EC2"/>
    <w:rsid w:val="002C1B06"/>
    <w:rsid w:val="003163FD"/>
    <w:rsid w:val="00377164"/>
    <w:rsid w:val="003A4280"/>
    <w:rsid w:val="003B5D6B"/>
    <w:rsid w:val="003B7224"/>
    <w:rsid w:val="003F1150"/>
    <w:rsid w:val="004204DC"/>
    <w:rsid w:val="00421002"/>
    <w:rsid w:val="0044749B"/>
    <w:rsid w:val="00462971"/>
    <w:rsid w:val="005371AD"/>
    <w:rsid w:val="00544E56"/>
    <w:rsid w:val="00597292"/>
    <w:rsid w:val="005A2A70"/>
    <w:rsid w:val="005D1A1C"/>
    <w:rsid w:val="00612C1D"/>
    <w:rsid w:val="00653A4E"/>
    <w:rsid w:val="0069759C"/>
    <w:rsid w:val="00697906"/>
    <w:rsid w:val="00762CDE"/>
    <w:rsid w:val="007C4386"/>
    <w:rsid w:val="007F0B63"/>
    <w:rsid w:val="008413E9"/>
    <w:rsid w:val="00856864"/>
    <w:rsid w:val="008E22E4"/>
    <w:rsid w:val="00911EC2"/>
    <w:rsid w:val="00962D98"/>
    <w:rsid w:val="00966497"/>
    <w:rsid w:val="00975236"/>
    <w:rsid w:val="00997B8F"/>
    <w:rsid w:val="009E5692"/>
    <w:rsid w:val="00A17B13"/>
    <w:rsid w:val="00A27A4A"/>
    <w:rsid w:val="00A5075A"/>
    <w:rsid w:val="00B02D16"/>
    <w:rsid w:val="00B13176"/>
    <w:rsid w:val="00B66CC6"/>
    <w:rsid w:val="00B83BEC"/>
    <w:rsid w:val="00B954B2"/>
    <w:rsid w:val="00BA31E8"/>
    <w:rsid w:val="00C3730D"/>
    <w:rsid w:val="00C4009D"/>
    <w:rsid w:val="00C7226A"/>
    <w:rsid w:val="00CB5C67"/>
    <w:rsid w:val="00CC0061"/>
    <w:rsid w:val="00D04DDA"/>
    <w:rsid w:val="00D1414E"/>
    <w:rsid w:val="00DB5721"/>
    <w:rsid w:val="00DE506C"/>
    <w:rsid w:val="00E35F46"/>
    <w:rsid w:val="00E77528"/>
    <w:rsid w:val="00E81DB3"/>
    <w:rsid w:val="00EA01E1"/>
    <w:rsid w:val="00EB5E3B"/>
    <w:rsid w:val="00F13887"/>
    <w:rsid w:val="00F46B31"/>
    <w:rsid w:val="00F73D3F"/>
    <w:rsid w:val="00F93EDB"/>
    <w:rsid w:val="00FB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B6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1"/>
    <w:uiPriority w:val="99"/>
    <w:rsid w:val="00D1414E"/>
    <w:pPr>
      <w:suppressAutoHyphens/>
      <w:spacing w:after="120" w:line="480" w:lineRule="auto"/>
    </w:pPr>
    <w:rPr>
      <w:lang w:eastAsia="ar-S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B5D6B"/>
    <w:rPr>
      <w:lang w:eastAsia="en-US"/>
    </w:rPr>
  </w:style>
  <w:style w:type="paragraph" w:styleId="FootnoteText">
    <w:name w:val="footnote text"/>
    <w:basedOn w:val="Normal"/>
    <w:link w:val="FootnoteTextChar1"/>
    <w:uiPriority w:val="99"/>
    <w:semiHidden/>
    <w:rsid w:val="00D1414E"/>
    <w:pPr>
      <w:spacing w:after="0" w:line="240" w:lineRule="auto"/>
    </w:pPr>
    <w:rPr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B5D6B"/>
    <w:rPr>
      <w:sz w:val="20"/>
      <w:szCs w:val="20"/>
      <w:lang w:eastAsia="en-US"/>
    </w:rPr>
  </w:style>
  <w:style w:type="character" w:customStyle="1" w:styleId="BodyText2Char1">
    <w:name w:val="Body Text 2 Char1"/>
    <w:link w:val="BodyText2"/>
    <w:uiPriority w:val="99"/>
    <w:locked/>
    <w:rsid w:val="00D1414E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FootnoteTextChar1">
    <w:name w:val="Footnote Text Char1"/>
    <w:link w:val="FootnoteText"/>
    <w:uiPriority w:val="99"/>
    <w:locked/>
    <w:rsid w:val="00D1414E"/>
    <w:rPr>
      <w:sz w:val="22"/>
      <w:szCs w:val="22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2876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2C1D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6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211</Words>
  <Characters>1268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Załącznik nr 8 do SIWZ</dc:title>
  <dc:subject/>
  <dc:creator>mgruszka</dc:creator>
  <cp:keywords/>
  <dc:description/>
  <cp:lastModifiedBy>Marzena</cp:lastModifiedBy>
  <cp:revision>2</cp:revision>
  <cp:lastPrinted>2017-07-17T13:02:00Z</cp:lastPrinted>
  <dcterms:created xsi:type="dcterms:W3CDTF">2017-07-26T11:15:00Z</dcterms:created>
  <dcterms:modified xsi:type="dcterms:W3CDTF">2017-07-26T11:15:00Z</dcterms:modified>
</cp:coreProperties>
</file>